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D27FE3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8A642B">
        <w:rPr>
          <w:b/>
          <w:color w:val="FF5200" w:themeColor="accent2"/>
          <w:sz w:val="36"/>
          <w:szCs w:val="36"/>
        </w:rPr>
        <w:t>Krycí list nabídky</w:t>
      </w:r>
      <w:r w:rsidR="0031280B" w:rsidRPr="008A642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A642B" w:rsidRPr="008A642B">
        <w:rPr>
          <w:b/>
          <w:color w:val="FF5200" w:themeColor="accent2"/>
          <w:sz w:val="36"/>
          <w:szCs w:val="36"/>
        </w:rPr>
        <w:t>Příslušenství k výpočetní technice</w:t>
      </w:r>
      <w:r w:rsidR="0031280B" w:rsidRPr="008A642B">
        <w:rPr>
          <w:b/>
          <w:color w:val="FF5200" w:themeColor="accent2"/>
          <w:sz w:val="36"/>
          <w:szCs w:val="36"/>
        </w:rPr>
        <w:t>“</w:t>
      </w:r>
      <w:r w:rsidR="000128D4" w:rsidRPr="008A642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A642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A642B" w:rsidRPr="008A642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183192/2021-SŽ-GŘ-O8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E6647BC" w14:textId="77777777" w:rsidR="008A642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4DACF1E" w14:textId="58D718BA" w:rsidR="008A642B" w:rsidRDefault="008A64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896847" w:history="1">
            <w:r w:rsidRPr="00405345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05345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_Toc90896847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860E1" w14:textId="5252E4E7" w:rsidR="008A642B" w:rsidRDefault="008A64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896848" w:history="1">
            <w:r w:rsidRPr="0040534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0534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_Toc90896848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96D4E" w14:textId="5F0F11B7" w:rsidR="008A642B" w:rsidRDefault="008A64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896849" w:history="1">
            <w:r w:rsidRPr="0040534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0534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_Toc90896849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9089684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4CBD392" w:rsidR="00A93A74" w:rsidRDefault="00A93A74" w:rsidP="008B1A2C">
      <w:r>
        <w:t xml:space="preserve">Účastník </w:t>
      </w:r>
      <w:r w:rsidRPr="008A642B">
        <w:t xml:space="preserve">prohlašuje, že veškeré údaje uvedené v tomto krycím listu, který je přílohou č. </w:t>
      </w:r>
      <w:r w:rsidR="00B87D91" w:rsidRPr="008A642B">
        <w:t xml:space="preserve">1 </w:t>
      </w:r>
      <w:r w:rsidRPr="008A642B">
        <w:t>Výzvy k podání nabíd</w:t>
      </w:r>
      <w:r w:rsidR="004C76E9" w:rsidRPr="008A642B">
        <w:t>ky</w:t>
      </w:r>
      <w:r w:rsidRPr="008A642B">
        <w:t xml:space="preserve"> na veřejnou zakázku zadávanou</w:t>
      </w:r>
      <w:r w:rsidR="004C76E9" w:rsidRPr="008A642B">
        <w:t xml:space="preserve"> jako </w:t>
      </w:r>
      <w:r w:rsidR="000128D4" w:rsidRPr="008A642B">
        <w:rPr>
          <w:rFonts w:eastAsia="Times New Roman" w:cs="Times New Roman"/>
          <w:lang w:eastAsia="cs-CZ"/>
        </w:rPr>
        <w:t>podlimitní sektorovou veřejnou zakázku</w:t>
      </w:r>
      <w:r w:rsidRPr="008A642B">
        <w:t>, jsou pravdivé</w:t>
      </w:r>
      <w:r w:rsidR="009771C9" w:rsidRPr="008A642B">
        <w:t>, úplné a odpovídají skutečnosti</w:t>
      </w:r>
      <w:r w:rsidRPr="008A642B">
        <w:t xml:space="preserve">. Účastník si je vědom důsledků záměrného uvedení nepravdivých údajů, které v rovině tohoto zadávacího řízení </w:t>
      </w:r>
      <w:r w:rsidR="009771C9" w:rsidRPr="008A642B">
        <w:t>mohou vést až k</w:t>
      </w:r>
      <w:r w:rsidRPr="008A642B">
        <w:t xml:space="preserve"> vyloučení Účastníka ze zadávacího</w:t>
      </w:r>
      <w:r>
        <w:t xml:space="preserve">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D1F2FC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bookmarkStart w:id="1" w:name="_GoBack"/>
      <w:bookmarkEnd w:id="1"/>
      <w:r w:rsidR="00996617">
        <w:br w:type="column"/>
      </w:r>
    </w:p>
    <w:p w14:paraId="1B83E32B" w14:textId="77777777" w:rsidR="00996617" w:rsidRDefault="0082579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2579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089684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089684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2B07CA" w14:textId="7351E2E9" w:rsidR="0031280B" w:rsidRDefault="0031280B" w:rsidP="0031280B"/>
    <w:p w14:paraId="277AE980" w14:textId="79C117C8" w:rsidR="008A642B" w:rsidRDefault="008A642B" w:rsidP="0031280B"/>
    <w:p w14:paraId="7FBA5EDF" w14:textId="713F91DD" w:rsidR="008A642B" w:rsidRDefault="008A642B" w:rsidP="0031280B"/>
    <w:p w14:paraId="2ECBAC9E" w14:textId="77777777" w:rsidR="008A642B" w:rsidRPr="00F6555E" w:rsidRDefault="008A642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1BC2A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D47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4753A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6E1D15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19C1D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6AF4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6ACCC1E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79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EC59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DF21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2579F"/>
    <w:rsid w:val="0084684F"/>
    <w:rsid w:val="008659F3"/>
    <w:rsid w:val="00882189"/>
    <w:rsid w:val="00886D4B"/>
    <w:rsid w:val="00895406"/>
    <w:rsid w:val="008A3568"/>
    <w:rsid w:val="008A642B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C9EFF2BB-18A3-483E-8B78-A00E4EFA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A093C-D8E8-4B6B-8699-83463100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60</TotalTime>
  <Pages>4</Pages>
  <Words>524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16</cp:revision>
  <cp:lastPrinted>2017-11-28T17:18:00Z</cp:lastPrinted>
  <dcterms:created xsi:type="dcterms:W3CDTF">2020-06-29T15:29:00Z</dcterms:created>
  <dcterms:modified xsi:type="dcterms:W3CDTF">2021-12-20T11:47:00Z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